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9735A">
      <w:pPr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5C293564" w:rsidR="005A297E" w:rsidRPr="003137C1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A03D77" w:rsidRPr="003137C1">
        <w:rPr>
          <w:rFonts w:ascii="Verdana" w:hAnsi="Verdana" w:cstheme="minorHAnsi"/>
          <w:b/>
          <w:szCs w:val="18"/>
          <w:lang w:eastAsia="pl-PL"/>
        </w:rPr>
        <w:t>POST/DYS/OZ/GZA/0</w:t>
      </w:r>
      <w:r w:rsidR="00B540A5">
        <w:rPr>
          <w:rFonts w:ascii="Verdana" w:hAnsi="Verdana" w:cstheme="minorHAnsi"/>
          <w:b/>
          <w:szCs w:val="18"/>
          <w:lang w:eastAsia="pl-PL"/>
        </w:rPr>
        <w:t>4499</w:t>
      </w:r>
      <w:r w:rsidRPr="003137C1">
        <w:rPr>
          <w:rFonts w:ascii="Verdana" w:hAnsi="Verdana" w:cstheme="minorHAnsi"/>
          <w:b/>
          <w:szCs w:val="18"/>
          <w:lang w:eastAsia="pl-PL"/>
        </w:rPr>
        <w:t>/2025</w:t>
      </w:r>
      <w:r w:rsidRPr="003137C1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B540A5" w:rsidRPr="00B540A5">
        <w:rPr>
          <w:rFonts w:ascii="Verdana" w:hAnsi="Verdana" w:cstheme="minorHAnsi"/>
          <w:b/>
          <w:bCs/>
          <w:szCs w:val="18"/>
          <w:lang w:eastAsia="pl-PL"/>
        </w:rPr>
        <w:t>Roboty budowlane elektroenergetyczne na terenie RE Przemyśl i RE Tomaszów Lubelski: cz. 1 - Przyłączenie zakładu produkcyjnego w m. Zadąbrowie, dz. nr 289/10, gm. Orły, cz. 2 - Przebudowa linii SN Tyszowce - Łaszczów Mleczarnia, Tyszowce - Pukarzów na kablową w m. Muratyn i Mikulin etap 1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9D16A65" w:rsidR="00347E8D" w:rsidRPr="006B2C28" w:rsidRDefault="00A03D77" w:rsidP="007829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B540A5">
            <w:rPr>
              <w:rFonts w:asciiTheme="majorHAnsi" w:hAnsiTheme="majorHAnsi"/>
              <w:color w:val="000000" w:themeColor="text1"/>
              <w:sz w:val="14"/>
              <w:szCs w:val="18"/>
            </w:rPr>
            <w:t>4499</w:t>
          </w:r>
          <w:r w:rsidR="00DD4731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10CB3"/>
    <w:rsid w:val="003137C1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12D0"/>
    <w:rsid w:val="0065322E"/>
    <w:rsid w:val="00655DA8"/>
    <w:rsid w:val="00660237"/>
    <w:rsid w:val="00670CE4"/>
    <w:rsid w:val="0067116D"/>
    <w:rsid w:val="0067572D"/>
    <w:rsid w:val="006775EE"/>
    <w:rsid w:val="00680F7C"/>
    <w:rsid w:val="006878A0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15D8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40A5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27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26</cp:revision>
  <cp:lastPrinted>2024-07-15T11:21:00Z</cp:lastPrinted>
  <dcterms:created xsi:type="dcterms:W3CDTF">2025-06-03T08:48:00Z</dcterms:created>
  <dcterms:modified xsi:type="dcterms:W3CDTF">2025-12-15T13:17:00Z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